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1E" w:rsidRPr="00BE531E" w:rsidRDefault="00BE531E" w:rsidP="00BE531E">
      <w:pPr>
        <w:pStyle w:val="a3"/>
        <w:spacing w:before="0" w:beforeAutospacing="0" w:after="0" w:afterAutospacing="0"/>
        <w:ind w:firstLine="6379"/>
        <w:rPr>
          <w:sz w:val="28"/>
          <w:szCs w:val="28"/>
        </w:rPr>
      </w:pPr>
      <w:r w:rsidRPr="00BE531E">
        <w:rPr>
          <w:sz w:val="28"/>
          <w:szCs w:val="28"/>
        </w:rPr>
        <w:t>Додаток</w:t>
      </w:r>
    </w:p>
    <w:p w:rsidR="00BE531E" w:rsidRPr="00BE531E" w:rsidRDefault="00BE531E" w:rsidP="00BE531E">
      <w:pPr>
        <w:pStyle w:val="a3"/>
        <w:spacing w:before="0" w:beforeAutospacing="0" w:after="0" w:afterAutospacing="0"/>
        <w:ind w:firstLine="6379"/>
        <w:rPr>
          <w:sz w:val="28"/>
          <w:szCs w:val="28"/>
        </w:rPr>
      </w:pPr>
      <w:r w:rsidRPr="00BE531E">
        <w:rPr>
          <w:sz w:val="28"/>
          <w:szCs w:val="28"/>
        </w:rPr>
        <w:t>до рішення обласної ради</w:t>
      </w:r>
    </w:p>
    <w:p w:rsidR="00BE531E" w:rsidRPr="00BE531E" w:rsidRDefault="00BE531E" w:rsidP="00BE531E">
      <w:pPr>
        <w:pStyle w:val="a3"/>
        <w:spacing w:before="0" w:beforeAutospacing="0" w:after="0" w:afterAutospacing="0"/>
        <w:ind w:firstLine="6379"/>
        <w:rPr>
          <w:sz w:val="28"/>
          <w:szCs w:val="28"/>
        </w:rPr>
      </w:pPr>
      <w:r w:rsidRPr="00BE531E">
        <w:rPr>
          <w:sz w:val="28"/>
          <w:szCs w:val="28"/>
        </w:rPr>
        <w:t>від 14 червня 2018 року</w:t>
      </w:r>
    </w:p>
    <w:p w:rsidR="00BE531E" w:rsidRPr="00BE531E" w:rsidRDefault="00BE531E" w:rsidP="00BE531E">
      <w:pPr>
        <w:pStyle w:val="a3"/>
        <w:spacing w:before="0" w:beforeAutospacing="0" w:after="0" w:afterAutospacing="0"/>
        <w:ind w:firstLine="6379"/>
        <w:rPr>
          <w:sz w:val="28"/>
          <w:szCs w:val="28"/>
        </w:rPr>
      </w:pPr>
      <w:r w:rsidRPr="00BE531E">
        <w:rPr>
          <w:sz w:val="28"/>
          <w:szCs w:val="28"/>
        </w:rPr>
        <w:t>№ 54-19/2018</w:t>
      </w:r>
    </w:p>
    <w:p w:rsidR="00BE531E" w:rsidRDefault="00BE531E" w:rsidP="00A41333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BE531E" w:rsidRDefault="00BE531E" w:rsidP="00A41333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232879" w:rsidRDefault="00DE0017" w:rsidP="00A41333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ЗВЕРНЕННЯ</w:t>
      </w:r>
      <w:proofErr w:type="spellEnd"/>
    </w:p>
    <w:p w:rsidR="00A41333" w:rsidRPr="00B90C83" w:rsidRDefault="00F35179" w:rsidP="00A413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bookmarkStart w:id="0" w:name="_GoBack"/>
      <w:bookmarkEnd w:id="0"/>
      <w:r w:rsidR="00DE0017">
        <w:rPr>
          <w:b/>
          <w:sz w:val="28"/>
          <w:szCs w:val="28"/>
        </w:rPr>
        <w:t xml:space="preserve">епутатів </w:t>
      </w:r>
      <w:r w:rsidR="00232879" w:rsidRPr="00B90C83">
        <w:rPr>
          <w:b/>
          <w:sz w:val="28"/>
          <w:szCs w:val="28"/>
        </w:rPr>
        <w:t xml:space="preserve">Хмельницької обласної ради </w:t>
      </w:r>
    </w:p>
    <w:p w:rsidR="00A41333" w:rsidRPr="00B90C83" w:rsidRDefault="00232879" w:rsidP="00A413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90C83">
        <w:rPr>
          <w:b/>
          <w:sz w:val="28"/>
          <w:szCs w:val="28"/>
        </w:rPr>
        <w:t xml:space="preserve">про підтримку звернення Президента України до Вселенського Патріарха Варфоломія щодо надання </w:t>
      </w:r>
      <w:proofErr w:type="spellStart"/>
      <w:r w:rsidRPr="00B90C83">
        <w:rPr>
          <w:b/>
          <w:sz w:val="28"/>
          <w:szCs w:val="28"/>
        </w:rPr>
        <w:t>Томосу</w:t>
      </w:r>
      <w:proofErr w:type="spellEnd"/>
      <w:r w:rsidRPr="00B90C83">
        <w:rPr>
          <w:b/>
          <w:sz w:val="28"/>
          <w:szCs w:val="28"/>
        </w:rPr>
        <w:t xml:space="preserve"> про автокефалію </w:t>
      </w:r>
    </w:p>
    <w:p w:rsidR="00232879" w:rsidRPr="00B90C83" w:rsidRDefault="00232879" w:rsidP="00A413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90C83">
        <w:rPr>
          <w:b/>
          <w:sz w:val="28"/>
          <w:szCs w:val="28"/>
        </w:rPr>
        <w:t>Православної церкви в Україні</w:t>
      </w:r>
    </w:p>
    <w:p w:rsidR="00A41333" w:rsidRPr="00B90C83" w:rsidRDefault="00A41333" w:rsidP="00A413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32879" w:rsidRPr="00B90C83" w:rsidRDefault="005316BF" w:rsidP="003D517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0C83">
        <w:rPr>
          <w:sz w:val="28"/>
          <w:szCs w:val="28"/>
        </w:rPr>
        <w:t xml:space="preserve">Ми, депутати </w:t>
      </w:r>
      <w:r w:rsidR="00232879" w:rsidRPr="00B90C83">
        <w:rPr>
          <w:sz w:val="28"/>
          <w:szCs w:val="28"/>
        </w:rPr>
        <w:t>Хмельницьк</w:t>
      </w:r>
      <w:r w:rsidRPr="00B90C83">
        <w:rPr>
          <w:sz w:val="28"/>
          <w:szCs w:val="28"/>
        </w:rPr>
        <w:t>ої</w:t>
      </w:r>
      <w:r w:rsidR="00232879" w:rsidRPr="00B90C83">
        <w:rPr>
          <w:sz w:val="28"/>
          <w:szCs w:val="28"/>
        </w:rPr>
        <w:t xml:space="preserve"> обласн</w:t>
      </w:r>
      <w:r w:rsidR="00A41333" w:rsidRPr="00B90C83">
        <w:rPr>
          <w:sz w:val="28"/>
          <w:szCs w:val="28"/>
        </w:rPr>
        <w:t>ої</w:t>
      </w:r>
      <w:r w:rsidR="00232879" w:rsidRPr="00B90C83">
        <w:rPr>
          <w:sz w:val="28"/>
          <w:szCs w:val="28"/>
        </w:rPr>
        <w:t xml:space="preserve"> рад</w:t>
      </w:r>
      <w:r w:rsidR="00A41333" w:rsidRPr="00B90C83">
        <w:rPr>
          <w:sz w:val="28"/>
          <w:szCs w:val="28"/>
        </w:rPr>
        <w:t>и,</w:t>
      </w:r>
      <w:r w:rsidR="00232879" w:rsidRPr="00B90C83">
        <w:rPr>
          <w:sz w:val="28"/>
          <w:szCs w:val="28"/>
        </w:rPr>
        <w:t xml:space="preserve"> заявляє</w:t>
      </w:r>
      <w:r w:rsidR="00A41333" w:rsidRPr="00B90C83">
        <w:rPr>
          <w:sz w:val="28"/>
          <w:szCs w:val="28"/>
        </w:rPr>
        <w:t>мо</w:t>
      </w:r>
      <w:r w:rsidR="00232879" w:rsidRPr="00B90C83">
        <w:rPr>
          <w:sz w:val="28"/>
          <w:szCs w:val="28"/>
        </w:rPr>
        <w:t xml:space="preserve"> про підтримку звернення Президента України Петра Порошенка та Верховної Ради України до</w:t>
      </w:r>
      <w:r w:rsidR="00BE531E">
        <w:rPr>
          <w:sz w:val="28"/>
          <w:szCs w:val="28"/>
        </w:rPr>
        <w:t> </w:t>
      </w:r>
      <w:r w:rsidR="00232879" w:rsidRPr="00B90C83">
        <w:rPr>
          <w:sz w:val="28"/>
          <w:szCs w:val="28"/>
        </w:rPr>
        <w:t xml:space="preserve">Вселенського Патріарха Варфоломія щодо надання </w:t>
      </w:r>
      <w:proofErr w:type="spellStart"/>
      <w:r w:rsidR="00232879" w:rsidRPr="00B90C83">
        <w:rPr>
          <w:sz w:val="28"/>
          <w:szCs w:val="28"/>
        </w:rPr>
        <w:t>Томосу</w:t>
      </w:r>
      <w:proofErr w:type="spellEnd"/>
      <w:r w:rsidR="00232879" w:rsidRPr="00B90C83">
        <w:rPr>
          <w:sz w:val="28"/>
          <w:szCs w:val="28"/>
        </w:rPr>
        <w:t xml:space="preserve"> про визнання Православної церкви в Україні автокефальною</w:t>
      </w:r>
      <w:r w:rsidR="00232879" w:rsidRPr="00B90C83">
        <w:rPr>
          <w:rStyle w:val="a4"/>
          <w:sz w:val="28"/>
          <w:szCs w:val="28"/>
        </w:rPr>
        <w:t>.</w:t>
      </w:r>
    </w:p>
    <w:p w:rsidR="00A41333" w:rsidRPr="00B90C83" w:rsidRDefault="00232879" w:rsidP="003D517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0C83">
        <w:rPr>
          <w:sz w:val="28"/>
          <w:szCs w:val="28"/>
        </w:rPr>
        <w:t>Вважаємо, що рішення Константинопольської Матері-Церкви про</w:t>
      </w:r>
      <w:r w:rsidR="00BE531E">
        <w:rPr>
          <w:sz w:val="28"/>
          <w:szCs w:val="28"/>
        </w:rPr>
        <w:t> </w:t>
      </w:r>
      <w:r w:rsidRPr="00B90C83">
        <w:rPr>
          <w:sz w:val="28"/>
          <w:szCs w:val="28"/>
        </w:rPr>
        <w:t>визнання автокефалії Православної церкви в України буде актом глибокої історичної справедливості, оскільки саме</w:t>
      </w:r>
      <w:r w:rsidR="00B90C83" w:rsidRPr="00B90C83">
        <w:rPr>
          <w:sz w:val="28"/>
          <w:szCs w:val="28"/>
        </w:rPr>
        <w:t xml:space="preserve"> </w:t>
      </w:r>
      <w:r w:rsidRPr="00B90C83">
        <w:rPr>
          <w:sz w:val="28"/>
          <w:szCs w:val="28"/>
        </w:rPr>
        <w:t>з Константинополя Україна прийняла хрещення.</w:t>
      </w:r>
      <w:r w:rsidR="00D21983" w:rsidRPr="00B90C83">
        <w:rPr>
          <w:sz w:val="28"/>
          <w:szCs w:val="28"/>
        </w:rPr>
        <w:t xml:space="preserve"> </w:t>
      </w:r>
    </w:p>
    <w:p w:rsidR="00232879" w:rsidRPr="00B90C83" w:rsidRDefault="00232879" w:rsidP="003D517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0C83">
        <w:rPr>
          <w:sz w:val="28"/>
          <w:szCs w:val="28"/>
        </w:rPr>
        <w:t>Рішення про автокефалію сприятиме міжконфесійному</w:t>
      </w:r>
      <w:r w:rsidR="00B90C83" w:rsidRPr="00B90C83">
        <w:rPr>
          <w:sz w:val="28"/>
          <w:szCs w:val="28"/>
        </w:rPr>
        <w:t xml:space="preserve"> </w:t>
      </w:r>
      <w:r w:rsidRPr="00B90C83">
        <w:rPr>
          <w:sz w:val="28"/>
          <w:szCs w:val="28"/>
        </w:rPr>
        <w:t xml:space="preserve">і церковно-державному діалогу в Україні на засадах релігійної свободи </w:t>
      </w:r>
      <w:r w:rsidR="002E610D">
        <w:rPr>
          <w:sz w:val="28"/>
          <w:szCs w:val="28"/>
        </w:rPr>
        <w:t xml:space="preserve">                                      </w:t>
      </w:r>
      <w:r w:rsidRPr="00B90C83">
        <w:rPr>
          <w:sz w:val="28"/>
          <w:szCs w:val="28"/>
        </w:rPr>
        <w:t>та міжконфесійного миру, стане важливим кроком для забезпечення прав, свобод та релігійних потреб громадян.</w:t>
      </w:r>
    </w:p>
    <w:p w:rsidR="00232879" w:rsidRPr="00B90C83" w:rsidRDefault="00232879" w:rsidP="003D517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0C83">
        <w:rPr>
          <w:sz w:val="28"/>
          <w:szCs w:val="28"/>
        </w:rPr>
        <w:t xml:space="preserve">Визнання </w:t>
      </w:r>
      <w:r w:rsidR="00A41333" w:rsidRPr="00B90C83">
        <w:rPr>
          <w:sz w:val="28"/>
          <w:szCs w:val="28"/>
        </w:rPr>
        <w:t>а</w:t>
      </w:r>
      <w:r w:rsidRPr="00B90C83">
        <w:rPr>
          <w:sz w:val="28"/>
          <w:szCs w:val="28"/>
        </w:rPr>
        <w:t>втокефал</w:t>
      </w:r>
      <w:r w:rsidR="00A41333" w:rsidRPr="00B90C83">
        <w:rPr>
          <w:sz w:val="28"/>
          <w:szCs w:val="28"/>
        </w:rPr>
        <w:t>ії</w:t>
      </w:r>
      <w:r w:rsidRPr="00B90C83">
        <w:rPr>
          <w:sz w:val="28"/>
          <w:szCs w:val="28"/>
        </w:rPr>
        <w:t xml:space="preserve"> Православної церкви в Україні зміцнить єдність українського суспільства, усуне можливість деструктивного втручання зовнішніх сил у політичні й соціальні процеси в Україні</w:t>
      </w:r>
      <w:r w:rsidR="003D5176" w:rsidRPr="00B90C83">
        <w:rPr>
          <w:sz w:val="28"/>
          <w:szCs w:val="28"/>
        </w:rPr>
        <w:t xml:space="preserve"> та зіграє важливу роль у зміцненні незалежності </w:t>
      </w:r>
      <w:r w:rsidR="00A41333" w:rsidRPr="00B90C83">
        <w:rPr>
          <w:sz w:val="28"/>
          <w:szCs w:val="28"/>
        </w:rPr>
        <w:t>нашої держави</w:t>
      </w:r>
      <w:r w:rsidR="003D5176" w:rsidRPr="00B90C83">
        <w:rPr>
          <w:sz w:val="28"/>
          <w:szCs w:val="28"/>
        </w:rPr>
        <w:t xml:space="preserve">, духовної та національної єдності </w:t>
      </w:r>
      <w:r w:rsidR="00B90C83" w:rsidRPr="00B90C83">
        <w:rPr>
          <w:sz w:val="28"/>
          <w:szCs w:val="28"/>
        </w:rPr>
        <w:t>українського</w:t>
      </w:r>
      <w:r w:rsidR="003D5176" w:rsidRPr="00B90C83">
        <w:rPr>
          <w:sz w:val="28"/>
          <w:szCs w:val="28"/>
        </w:rPr>
        <w:t xml:space="preserve"> народу</w:t>
      </w:r>
      <w:r w:rsidR="00A41333" w:rsidRPr="00B90C83">
        <w:rPr>
          <w:sz w:val="28"/>
          <w:szCs w:val="28"/>
        </w:rPr>
        <w:t>.</w:t>
      </w:r>
      <w:r w:rsidR="003D5176" w:rsidRPr="00B90C83">
        <w:rPr>
          <w:sz w:val="28"/>
          <w:szCs w:val="28"/>
        </w:rPr>
        <w:t xml:space="preserve"> </w:t>
      </w:r>
    </w:p>
    <w:p w:rsidR="00A41333" w:rsidRPr="00B90C83" w:rsidRDefault="00A41333" w:rsidP="00A4133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0C83">
        <w:rPr>
          <w:sz w:val="28"/>
          <w:szCs w:val="28"/>
        </w:rPr>
        <w:t>Суверенітет нашої незалежної держави визнаний усім світом</w:t>
      </w:r>
      <w:r w:rsidR="00B90C83" w:rsidRPr="00B90C83">
        <w:rPr>
          <w:sz w:val="28"/>
          <w:szCs w:val="28"/>
        </w:rPr>
        <w:t xml:space="preserve"> </w:t>
      </w:r>
      <w:r w:rsidRPr="00B90C83">
        <w:rPr>
          <w:sz w:val="28"/>
          <w:szCs w:val="28"/>
        </w:rPr>
        <w:t>і Україна вже ніколи не буде ані політичною, ані церковною колонією Росії.</w:t>
      </w:r>
    </w:p>
    <w:p w:rsidR="00232879" w:rsidRPr="00B90C83" w:rsidRDefault="00A41333" w:rsidP="003D517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0C83">
        <w:rPr>
          <w:sz w:val="28"/>
          <w:szCs w:val="28"/>
        </w:rPr>
        <w:t>З</w:t>
      </w:r>
      <w:r w:rsidR="00232879" w:rsidRPr="00B90C83">
        <w:rPr>
          <w:sz w:val="28"/>
          <w:szCs w:val="28"/>
        </w:rPr>
        <w:t xml:space="preserve">акликаємо всі органи центральної та місцевої влади, а також місцевого самоврядування всебічно сприяти визнанню </w:t>
      </w:r>
      <w:r w:rsidRPr="00B90C83">
        <w:rPr>
          <w:sz w:val="28"/>
          <w:szCs w:val="28"/>
        </w:rPr>
        <w:t xml:space="preserve">автокефалії </w:t>
      </w:r>
      <w:r w:rsidR="00232879" w:rsidRPr="00B90C83">
        <w:rPr>
          <w:sz w:val="28"/>
          <w:szCs w:val="28"/>
        </w:rPr>
        <w:t xml:space="preserve">Української Православної </w:t>
      </w:r>
      <w:r w:rsidR="003D5176" w:rsidRPr="00B90C83">
        <w:rPr>
          <w:sz w:val="28"/>
          <w:szCs w:val="28"/>
        </w:rPr>
        <w:t>ц</w:t>
      </w:r>
      <w:r w:rsidR="00232879" w:rsidRPr="00B90C83">
        <w:rPr>
          <w:sz w:val="28"/>
          <w:szCs w:val="28"/>
        </w:rPr>
        <w:t>еркви заради миру і єдності, свободи та процвітання Української держави</w:t>
      </w:r>
      <w:r w:rsidR="003D5176" w:rsidRPr="00B90C83">
        <w:rPr>
          <w:sz w:val="28"/>
          <w:szCs w:val="28"/>
        </w:rPr>
        <w:t>. Об'єднаймо свої зу</w:t>
      </w:r>
      <w:r w:rsidR="00BE531E">
        <w:rPr>
          <w:sz w:val="28"/>
          <w:szCs w:val="28"/>
        </w:rPr>
        <w:t xml:space="preserve">силля навколо цієї великої мети – </w:t>
      </w:r>
      <w:r w:rsidR="003D5176" w:rsidRPr="00B90C83">
        <w:rPr>
          <w:sz w:val="28"/>
          <w:szCs w:val="28"/>
        </w:rPr>
        <w:t xml:space="preserve">створення </w:t>
      </w:r>
      <w:r w:rsidRPr="00B90C83">
        <w:rPr>
          <w:sz w:val="28"/>
          <w:szCs w:val="28"/>
        </w:rPr>
        <w:t xml:space="preserve">Єдиної Помісної </w:t>
      </w:r>
      <w:r w:rsidR="00D21983" w:rsidRPr="00B90C83">
        <w:rPr>
          <w:sz w:val="28"/>
          <w:szCs w:val="28"/>
        </w:rPr>
        <w:t>П</w:t>
      </w:r>
      <w:r w:rsidR="003D5176" w:rsidRPr="00B90C83">
        <w:rPr>
          <w:sz w:val="28"/>
          <w:szCs w:val="28"/>
        </w:rPr>
        <w:t>равославної церкви України</w:t>
      </w:r>
      <w:r w:rsidRPr="00B90C83">
        <w:rPr>
          <w:sz w:val="28"/>
          <w:szCs w:val="28"/>
        </w:rPr>
        <w:t>!</w:t>
      </w:r>
    </w:p>
    <w:p w:rsidR="003D5176" w:rsidRDefault="003D5176" w:rsidP="003D517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0C83">
        <w:rPr>
          <w:sz w:val="28"/>
          <w:szCs w:val="28"/>
        </w:rPr>
        <w:t>Ми маємо право на власну церкву!</w:t>
      </w:r>
    </w:p>
    <w:p w:rsidR="00DE0017" w:rsidRDefault="00DE0017" w:rsidP="003D517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E0017" w:rsidRDefault="00DE0017" w:rsidP="003D517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E0017" w:rsidRPr="00B90C83" w:rsidRDefault="00DE0017" w:rsidP="003D517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21983" w:rsidRPr="00B90C83" w:rsidRDefault="00D21983" w:rsidP="003D517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E531E" w:rsidRDefault="00BE531E" w:rsidP="00BE531E">
      <w:pPr>
        <w:pStyle w:val="a3"/>
        <w:spacing w:before="0" w:beforeAutospacing="0" w:after="0" w:afterAutospacing="0"/>
        <w:ind w:firstLine="4876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Схвалено</w:t>
      </w:r>
    </w:p>
    <w:p w:rsidR="008528C4" w:rsidRPr="00B90C83" w:rsidRDefault="00D21983" w:rsidP="00BE531E">
      <w:pPr>
        <w:pStyle w:val="a3"/>
        <w:spacing w:before="0" w:beforeAutospacing="0" w:after="0" w:afterAutospacing="0"/>
        <w:ind w:firstLine="4876"/>
        <w:jc w:val="center"/>
        <w:rPr>
          <w:i/>
          <w:sz w:val="28"/>
          <w:szCs w:val="28"/>
        </w:rPr>
      </w:pPr>
      <w:r w:rsidRPr="00B90C83">
        <w:rPr>
          <w:i/>
          <w:sz w:val="28"/>
          <w:szCs w:val="28"/>
        </w:rPr>
        <w:t>на пленарному засіданні</w:t>
      </w:r>
    </w:p>
    <w:p w:rsidR="008528C4" w:rsidRPr="00B90C83" w:rsidRDefault="008528C4" w:rsidP="00BE531E">
      <w:pPr>
        <w:pStyle w:val="a3"/>
        <w:spacing w:before="0" w:beforeAutospacing="0" w:after="0" w:afterAutospacing="0"/>
        <w:ind w:firstLine="4876"/>
        <w:jc w:val="center"/>
        <w:rPr>
          <w:i/>
          <w:sz w:val="28"/>
          <w:szCs w:val="28"/>
        </w:rPr>
      </w:pPr>
      <w:proofErr w:type="spellStart"/>
      <w:r w:rsidRPr="00B90C83">
        <w:rPr>
          <w:i/>
          <w:sz w:val="28"/>
          <w:szCs w:val="28"/>
        </w:rPr>
        <w:t>дев</w:t>
      </w:r>
      <w:proofErr w:type="spellEnd"/>
      <w:r w:rsidRPr="00B90C83">
        <w:rPr>
          <w:i/>
          <w:sz w:val="28"/>
          <w:szCs w:val="28"/>
          <w:lang w:val="ru-RU"/>
        </w:rPr>
        <w:t>’</w:t>
      </w:r>
      <w:proofErr w:type="spellStart"/>
      <w:r w:rsidRPr="00B90C83">
        <w:rPr>
          <w:i/>
          <w:sz w:val="28"/>
          <w:szCs w:val="28"/>
        </w:rPr>
        <w:t>ятнадцятої</w:t>
      </w:r>
      <w:proofErr w:type="spellEnd"/>
      <w:r w:rsidRPr="00B90C83">
        <w:rPr>
          <w:i/>
          <w:sz w:val="28"/>
          <w:szCs w:val="28"/>
        </w:rPr>
        <w:t xml:space="preserve"> </w:t>
      </w:r>
      <w:r w:rsidR="00D21983" w:rsidRPr="00B90C83">
        <w:rPr>
          <w:i/>
          <w:sz w:val="28"/>
          <w:szCs w:val="28"/>
        </w:rPr>
        <w:t>сесії обласної ради</w:t>
      </w:r>
    </w:p>
    <w:p w:rsidR="00671D01" w:rsidRPr="00B90C83" w:rsidRDefault="00D21983" w:rsidP="00BE531E">
      <w:pPr>
        <w:pStyle w:val="a3"/>
        <w:spacing w:before="0" w:beforeAutospacing="0" w:after="0" w:afterAutospacing="0"/>
        <w:ind w:firstLine="4876"/>
        <w:jc w:val="center"/>
        <w:rPr>
          <w:i/>
          <w:sz w:val="28"/>
          <w:szCs w:val="28"/>
        </w:rPr>
      </w:pPr>
      <w:r w:rsidRPr="00B90C83">
        <w:rPr>
          <w:i/>
          <w:sz w:val="28"/>
          <w:szCs w:val="28"/>
        </w:rPr>
        <w:t>14 червня 2018 року.</w:t>
      </w:r>
    </w:p>
    <w:sectPr w:rsidR="00671D01" w:rsidRPr="00B90C83" w:rsidSect="00BE53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F6DAA"/>
    <w:multiLevelType w:val="multilevel"/>
    <w:tmpl w:val="A6A2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characterSpacingControl w:val="doNotCompress"/>
  <w:compat/>
  <w:rsids>
    <w:rsidRoot w:val="00232879"/>
    <w:rsid w:val="00112597"/>
    <w:rsid w:val="001137DD"/>
    <w:rsid w:val="00232879"/>
    <w:rsid w:val="002E52DE"/>
    <w:rsid w:val="002E610D"/>
    <w:rsid w:val="003853B3"/>
    <w:rsid w:val="003D5176"/>
    <w:rsid w:val="00432B79"/>
    <w:rsid w:val="005316BF"/>
    <w:rsid w:val="00671D01"/>
    <w:rsid w:val="00756383"/>
    <w:rsid w:val="007768CD"/>
    <w:rsid w:val="008528C4"/>
    <w:rsid w:val="00A41333"/>
    <w:rsid w:val="00AE7BD1"/>
    <w:rsid w:val="00B055D7"/>
    <w:rsid w:val="00B90C83"/>
    <w:rsid w:val="00BA5F65"/>
    <w:rsid w:val="00BE531E"/>
    <w:rsid w:val="00CD7B3B"/>
    <w:rsid w:val="00D21983"/>
    <w:rsid w:val="00D75A82"/>
    <w:rsid w:val="00DE0017"/>
    <w:rsid w:val="00F35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2D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2879"/>
    <w:pPr>
      <w:spacing w:before="100" w:beforeAutospacing="1" w:after="100" w:afterAutospacing="1"/>
    </w:pPr>
    <w:rPr>
      <w:lang w:eastAsia="uk-UA"/>
    </w:rPr>
  </w:style>
  <w:style w:type="character" w:styleId="a4">
    <w:name w:val="Emphasis"/>
    <w:uiPriority w:val="20"/>
    <w:qFormat/>
    <w:rsid w:val="0023287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72;&#1085;&#1072;&#1089;&#1102;&#1082;\Desktop\&#1095;&#1080;&#1089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чиста</Template>
  <TotalTime>216</TotalTime>
  <Pages>1</Pages>
  <Words>233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Панасюк</dc:creator>
  <cp:keywords/>
  <dc:description/>
  <cp:lastModifiedBy>Іванова</cp:lastModifiedBy>
  <cp:revision>8</cp:revision>
  <cp:lastPrinted>2018-05-16T11:44:00Z</cp:lastPrinted>
  <dcterms:created xsi:type="dcterms:W3CDTF">2018-05-16T08:20:00Z</dcterms:created>
  <dcterms:modified xsi:type="dcterms:W3CDTF">2018-06-19T07:44:00Z</dcterms:modified>
</cp:coreProperties>
</file>